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72C5C" w14:textId="0C88831D" w:rsidR="00407D2A" w:rsidRPr="00407D2A" w:rsidRDefault="007A29F9" w:rsidP="00407D2A">
      <w:pPr>
        <w:ind w:left="-900"/>
        <w:rPr>
          <w:b/>
          <w:bCs/>
          <w:color w:val="002060"/>
        </w:rPr>
      </w:pPr>
      <w:r w:rsidRPr="008F2D31">
        <w:rPr>
          <w:b/>
          <w:bCs/>
          <w:color w:val="002060"/>
        </w:rPr>
        <w:t xml:space="preserve">Writing a </w:t>
      </w:r>
      <w:r w:rsidR="00AB745A">
        <w:rPr>
          <w:b/>
          <w:bCs/>
          <w:color w:val="002060"/>
        </w:rPr>
        <w:t>Research-Based Informative Essay about the Benefits of Humor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1785"/>
        <w:gridCol w:w="1785"/>
        <w:gridCol w:w="1785"/>
        <w:gridCol w:w="1784"/>
        <w:gridCol w:w="1784"/>
        <w:gridCol w:w="1784"/>
      </w:tblGrid>
      <w:tr w:rsidR="00407D2A" w:rsidRPr="00407D2A" w14:paraId="255DAD17" w14:textId="77777777" w:rsidTr="00407D2A">
        <w:trPr>
          <w:tblHeader/>
        </w:trPr>
        <w:tc>
          <w:tcPr>
            <w:tcW w:w="715" w:type="pct"/>
            <w:tcBorders>
              <w:top w:val="nil"/>
              <w:left w:val="nil"/>
              <w:bottom w:val="single" w:sz="6" w:space="0" w:color="C9C8D3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302D7201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auto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auto"/>
                <w:sz w:val="10"/>
                <w:szCs w:val="10"/>
              </w:rPr>
              <w:t>Descriptors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5A7B6D20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1 - Beginning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4C163985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2 - Approaching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0BA97571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3 - Developing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7F0B2685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4 - Capable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69D1BE8A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5 - Experienced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C9C8D3"/>
              <w:right w:val="nil"/>
            </w:tcBorders>
            <w:tcMar>
              <w:top w:w="210" w:type="dxa"/>
              <w:left w:w="150" w:type="dxa"/>
              <w:bottom w:w="210" w:type="dxa"/>
              <w:right w:w="150" w:type="dxa"/>
            </w:tcMar>
            <w:hideMark/>
          </w:tcPr>
          <w:p w14:paraId="2E87A8A6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6 - Exceptional</w:t>
            </w:r>
          </w:p>
        </w:tc>
      </w:tr>
      <w:tr w:rsidR="00407D2A" w:rsidRPr="00407D2A" w14:paraId="24775B59" w14:textId="77777777" w:rsidTr="00407D2A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5C61B75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Ideas</w:t>
            </w:r>
          </w:p>
          <w:p w14:paraId="6C1811A5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7269E558" w14:textId="77777777" w:rsidR="00407D2A" w:rsidRPr="00407D2A" w:rsidRDefault="00407D2A" w:rsidP="00407D2A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Focus on a strong central idea, a clear purpose, and an understanding of audience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3904B4A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Underdeveloped ideas lacking focus, little supporting evidence, and details that are inappropriate to the prompt, task, purpose, and audience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1A54C7F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Suggestion of a controlling idea; demonstration of minimal understanding of the prompt, purpose, and audience; and completion of few parts of the task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D746C38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Briefly developed ideas with inconsistent or insufficient use of supporting details with limits in appropriateness to the prompt, task, purpose, and audience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6687024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Adequately developed ideas with sufficient use of relevant supporting evidence and details that are somewhat appropriate to the prompt, task, purpose, and audience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FA30013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Clearly developed ideas with sufficient use of relevant supporting evidence and details that are largely appropriate to the prompt, task, purpose, and audience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B46C16E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Well-developed ideas using a wide variety of relevant supporting evidence and concrete details that are appropriate to the prompt, task, purpose, and audience</w:t>
            </w:r>
          </w:p>
        </w:tc>
      </w:tr>
      <w:tr w:rsidR="00407D2A" w:rsidRPr="00407D2A" w14:paraId="759EE526" w14:textId="77777777" w:rsidTr="00407D2A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1F83CA0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Organization</w:t>
            </w:r>
          </w:p>
          <w:p w14:paraId="7B3A910D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10DB9224" w14:textId="77777777" w:rsidR="00407D2A" w:rsidRPr="00407D2A" w:rsidRDefault="00407D2A" w:rsidP="00407D2A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 unified structure, effective organization, and strong transitions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28230A4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No paragraph structure or cohesion, an unclear introduction and/or conclusion, and no transitions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790DAF1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Little paragraph structure and cohesiveness, a poor introduction, a poor conclusion, and few transitions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B2C47D0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Some elements of structure with limited coherence, an introduction, a conclusion, and inconsistent transitions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CCBBE7F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 generally cohesive structure with a clear introduction and conclusion and some use of transitions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F57D000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 mostly cohesive structure that is fairly easy for the reader to follow, a good introduction, and a conclusion with consistent and varied transitions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6D35CE1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 cohesive structure that is easy for the reader to follow, an engaging introduction, a strong conclusion, and strong, effective transitions</w:t>
            </w:r>
          </w:p>
        </w:tc>
      </w:tr>
      <w:tr w:rsidR="00407D2A" w:rsidRPr="00407D2A" w14:paraId="411EDD34" w14:textId="77777777" w:rsidTr="00407D2A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BC9D298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Voice and Word Choice</w:t>
            </w:r>
          </w:p>
          <w:p w14:paraId="38A111B9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1631AD77" w14:textId="77777777" w:rsidR="00407D2A" w:rsidRPr="00407D2A" w:rsidRDefault="00407D2A" w:rsidP="00407D2A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 unique perspective with ideas and details to appeal to the audience , and precise, rich language that expresses ideas and engages the reader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AD87E1C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Writing that shows no personality, a lack of understanding of style, vague language with general and repetitive words, and no use of specific words or academic vocabulary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E6A9D6A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Writing that shows unclear and inconsistent personality, an inappropriate style, uninteresting language, no variation in word choice, and infrequent use of specific words and academic vocabulary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B25A98C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Writing that shows little personality; a style that is not well suited to the purpose, and ordinary language with insufficient variety and some use of specific words and academic vocabulary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EE648FB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Writing that shows limited personality, a style that is appropriate to the topic, interesting language with some variation of words, and adequate use of specific words and academic vocabulary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38ABF51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Writing that shows personality, a style that is well matched to the topic, lively language with a variety of engaging words, and good use of specific words and academic vocabulary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CDA6343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Writing that shows a distinct personality, a style that is very well matched to the topic, precise language with a variety of powerful and engaging words, and excellent use of specific words and academic vocabulary</w:t>
            </w:r>
          </w:p>
        </w:tc>
      </w:tr>
      <w:tr w:rsidR="00407D2A" w:rsidRPr="00407D2A" w14:paraId="04123DE0" w14:textId="77777777" w:rsidTr="00407D2A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5818E1E4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Sentence Fluency</w:t>
            </w:r>
          </w:p>
          <w:p w14:paraId="4D9EC50A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5EF9E8F9" w14:textId="77777777" w:rsidR="00407D2A" w:rsidRPr="00407D2A" w:rsidRDefault="00407D2A" w:rsidP="00407D2A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Rhythmic and flowing language, and varied sentences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46B7837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Simple, incomplete, or incorrect sentences, and little or no structure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9EFB511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Sentences that are too simple or incomplete, and choppy writing Emerging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C0213E9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Varied or simple sentences that still need better flow, variation, and structure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6C2971B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Easy-to-follow sentences with some variation in length and structure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22BA8E5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Clear, natural, and flowing sentences with good variation in length and structure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FFB3AFA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Extremely clear, natural, and flowing sentences, and strong variation in length and structure</w:t>
            </w:r>
          </w:p>
        </w:tc>
      </w:tr>
      <w:tr w:rsidR="00407D2A" w:rsidRPr="00407D2A" w14:paraId="0252B392" w14:textId="77777777" w:rsidTr="00407D2A">
        <w:tc>
          <w:tcPr>
            <w:tcW w:w="715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4ADC5E91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lastRenderedPageBreak/>
              <w:t>Conventions</w:t>
            </w:r>
          </w:p>
          <w:p w14:paraId="0324B041" w14:textId="77777777" w:rsidR="00407D2A" w:rsidRPr="00407D2A" w:rsidRDefault="00407D2A" w:rsidP="00407D2A">
            <w:pPr>
              <w:spacing w:before="0" w:after="0" w:line="255" w:lineRule="atLeast"/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b/>
                <w:bCs/>
                <w:color w:val="383838"/>
                <w:sz w:val="10"/>
                <w:szCs w:val="10"/>
              </w:rPr>
              <w:t>(20%)</w:t>
            </w:r>
          </w:p>
          <w:p w14:paraId="318A5D58" w14:textId="77777777" w:rsidR="00407D2A" w:rsidRPr="00407D2A" w:rsidRDefault="00407D2A" w:rsidP="00407D2A">
            <w:pPr>
              <w:spacing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Mechanical and grammatical accuracy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242BC77F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Severe errors in grammar, mechanics, punctuation, and spelling that make the writing unclear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3E912B67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Consistent errors in grammar, mechanics, punctuation, and spelling that significantly interfere with the writing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623AE735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Errors in grammar, mechanics, punctuation, and spelling that cause confusion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08C4BF76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Some errors in grammar, mechanics, punctuation, and spelling that do not significantly affect the writing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7EF1D839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A few errors in grammar, mechanics, punctuation, and spelling that do not significantly affect the writing</w:t>
            </w:r>
          </w:p>
        </w:tc>
        <w:tc>
          <w:tcPr>
            <w:tcW w:w="714" w:type="pct"/>
            <w:tcBorders>
              <w:top w:val="nil"/>
              <w:left w:val="nil"/>
              <w:bottom w:val="single" w:sz="6" w:space="0" w:color="DDDDE3"/>
              <w:right w:val="nil"/>
            </w:tcBorders>
            <w:shd w:val="clear" w:color="auto" w:fill="F4F4F6"/>
            <w:tcMar>
              <w:top w:w="300" w:type="dxa"/>
              <w:left w:w="150" w:type="dxa"/>
              <w:bottom w:w="300" w:type="dxa"/>
              <w:right w:w="150" w:type="dxa"/>
            </w:tcMar>
            <w:hideMark/>
          </w:tcPr>
          <w:p w14:paraId="1F00F20E" w14:textId="77777777" w:rsidR="00407D2A" w:rsidRPr="00407D2A" w:rsidRDefault="00407D2A" w:rsidP="00407D2A">
            <w:pPr>
              <w:spacing w:before="0" w:after="0" w:line="210" w:lineRule="atLeast"/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</w:pPr>
            <w:r w:rsidRPr="00407D2A">
              <w:rPr>
                <w:rFonts w:ascii="Roboto" w:eastAsia="Times New Roman" w:hAnsi="Roboto" w:cs="Times New Roman"/>
                <w:color w:val="383838"/>
                <w:sz w:val="10"/>
                <w:szCs w:val="10"/>
              </w:rPr>
              <w:t>Few or no errors in grammar, mechanics, punctuation, and spelling</w:t>
            </w:r>
          </w:p>
        </w:tc>
      </w:tr>
    </w:tbl>
    <w:p w14:paraId="352EDB4E" w14:textId="77777777" w:rsidR="00407D2A" w:rsidRPr="00407D2A" w:rsidRDefault="00407D2A" w:rsidP="00407D2A">
      <w:pPr>
        <w:shd w:val="clear" w:color="auto" w:fill="FFFFFF"/>
        <w:spacing w:before="0" w:after="0" w:line="390" w:lineRule="atLeast"/>
        <w:textAlignment w:val="baseline"/>
        <w:rPr>
          <w:rFonts w:ascii="Arial" w:eastAsia="Times New Roman" w:hAnsi="Arial" w:cs="Arial"/>
          <w:color w:val="1E1E24"/>
          <w:spacing w:val="2"/>
          <w:sz w:val="24"/>
          <w:szCs w:val="24"/>
          <w:lang w:val="en"/>
        </w:rPr>
      </w:pPr>
      <w:hyperlink r:id="rId12" w:tooltip="Bold (Ctrl+B)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3" w:tooltip="Italic (Ctrl+I)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4" w:tooltip="Underline (Ctrl+U)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5" w:tooltip="Superscript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6" w:tooltip="Insert/Remove Bulleted List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7" w:tooltip="Insert/Remove Numbered List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8" w:tooltip="Insert Hyperlink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19" w:tooltip="Insert Image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0" w:tooltip="Special Characters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1" w:tooltip="Insert Table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  <w:hyperlink r:id="rId22" w:tooltip="Equation Editor" w:history="1">
        <w:r w:rsidRPr="00407D2A">
          <w:rPr>
            <w:rFonts w:ascii="Arial" w:eastAsia="Times New Roman" w:hAnsi="Arial" w:cs="Arial"/>
            <w:color w:val="1E1E24"/>
            <w:spacing w:val="2"/>
            <w:sz w:val="18"/>
            <w:szCs w:val="18"/>
            <w:bdr w:val="none" w:sz="0" w:space="0" w:color="auto" w:frame="1"/>
            <w:lang w:val="en"/>
          </w:rPr>
          <w:t> </w:t>
        </w:r>
      </w:hyperlink>
    </w:p>
    <w:p w14:paraId="3E75B6DC" w14:textId="020350CB" w:rsidR="006F59C5" w:rsidRPr="007A29F9" w:rsidRDefault="006F59C5" w:rsidP="00407D2A">
      <w:pPr>
        <w:ind w:left="-1080" w:right="-825"/>
        <w:rPr>
          <w:b/>
          <w:bCs/>
          <w:color w:val="002060"/>
        </w:rPr>
      </w:pPr>
    </w:p>
    <w:sectPr w:rsidR="006F59C5" w:rsidRPr="007A29F9" w:rsidSect="006F59C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3FE14" w14:textId="77777777" w:rsidR="00A34C7F" w:rsidRDefault="00A34C7F" w:rsidP="001604A4">
      <w:r>
        <w:separator/>
      </w:r>
    </w:p>
    <w:p w14:paraId="0DC70A6E" w14:textId="77777777" w:rsidR="00A34C7F" w:rsidRDefault="00A34C7F"/>
  </w:endnote>
  <w:endnote w:type="continuationSeparator" w:id="0">
    <w:p w14:paraId="015DBE41" w14:textId="77777777" w:rsidR="00A34C7F" w:rsidRDefault="00A34C7F" w:rsidP="001604A4">
      <w:r>
        <w:continuationSeparator/>
      </w:r>
    </w:p>
    <w:p w14:paraId="0458772B" w14:textId="77777777" w:rsidR="00A34C7F" w:rsidRDefault="00A34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FF39E" w14:textId="77777777" w:rsidR="00407D2A" w:rsidRDefault="00407D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436AE059" w:rsidR="00455928" w:rsidRPr="00B90A74" w:rsidRDefault="00455928" w:rsidP="00530446">
    <w:pPr>
      <w:pStyle w:val="Footer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07D2A">
          <w:rPr>
            <w:color w:val="362580" w:themeColor="accent1"/>
          </w:rPr>
          <w:t>Informative Essay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960017" w:rsidRPr="00B90A74">
          <w:rPr>
            <w:color w:val="362580" w:themeColor="accent1"/>
          </w:rPr>
          <w:t>S</w:t>
        </w:r>
        <w:r w:rsidR="00F4124B" w:rsidRPr="00B90A74">
          <w:rPr>
            <w:color w:val="362580" w:themeColor="accent1"/>
          </w:rPr>
          <w:t>tudent Guide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419561D0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07D2A">
          <w:rPr>
            <w:color w:val="362580" w:themeColor="accent1"/>
          </w:rPr>
          <w:t>Informative Essay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2A9AA" w14:textId="77777777" w:rsidR="00A34C7F" w:rsidRDefault="00A34C7F" w:rsidP="001604A4">
      <w:r>
        <w:separator/>
      </w:r>
    </w:p>
    <w:p w14:paraId="7CD3BF69" w14:textId="77777777" w:rsidR="00A34C7F" w:rsidRDefault="00A34C7F"/>
  </w:footnote>
  <w:footnote w:type="continuationSeparator" w:id="0">
    <w:p w14:paraId="118DD5DF" w14:textId="77777777" w:rsidR="00A34C7F" w:rsidRDefault="00A34C7F" w:rsidP="001604A4">
      <w:r>
        <w:continuationSeparator/>
      </w:r>
    </w:p>
    <w:p w14:paraId="095294B2" w14:textId="77777777" w:rsidR="00A34C7F" w:rsidRDefault="00A34C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08F7" w14:textId="77777777" w:rsidR="00407D2A" w:rsidRDefault="00407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0BBF4" w14:textId="77777777" w:rsidR="00407D2A" w:rsidRDefault="00407D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59E7D3" w14:textId="3768695B" w:rsidR="002B5591" w:rsidRPr="00B90A74" w:rsidRDefault="00483C75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English Language Arts 10</w:t>
                          </w:r>
                          <w:r w:rsidR="002B5591" w:rsidRPr="002B5591">
                            <w:rPr>
                              <w:color w:val="FFFFFF" w:themeColor="background1"/>
                            </w:rPr>
                            <w:br/>
                          </w:r>
                          <w:r w:rsidR="00AB745A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Informative</w:t>
                          </w:r>
                          <w:r w:rsidR="007A29F9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Essay</w:t>
                          </w:r>
                          <w:r w:rsidR="006F59C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Rubric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5359E7D3" w14:textId="3768695B" w:rsidR="002B5591" w:rsidRPr="00B90A74" w:rsidRDefault="00483C75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English Language Arts 10</w:t>
                    </w:r>
                    <w:r w:rsidR="002B5591" w:rsidRPr="002B5591">
                      <w:rPr>
                        <w:color w:val="FFFFFF" w:themeColor="background1"/>
                      </w:rPr>
                      <w:br/>
                    </w:r>
                    <w:r w:rsidR="00AB745A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Informative</w:t>
                    </w:r>
                    <w:r w:rsidR="007A29F9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Essay</w:t>
                    </w:r>
                    <w:r w:rsidR="006F59C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Rubric</w:t>
                    </w: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49805456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F342BB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  <w:r w:rsidR="00483C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D2A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51435"/>
    <w:rsid w:val="006514D8"/>
    <w:rsid w:val="0065212E"/>
    <w:rsid w:val="006530A6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45A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6F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  <w:style w:type="character" w:styleId="UnresolvedMention">
    <w:name w:val="Unresolved Mention"/>
    <w:basedOn w:val="DefaultParagraphFont"/>
    <w:uiPriority w:val="99"/>
    <w:semiHidden/>
    <w:unhideWhenUsed/>
    <w:rsid w:val="00407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11670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6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175304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86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8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774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1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963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538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1404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3635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9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8869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6391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731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3158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90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96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0936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3131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579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85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4598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1926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444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8892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382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662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424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695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790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2437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1548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936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986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487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535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138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125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7199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270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0841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2102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0374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3684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366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519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982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270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0514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86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200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101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901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853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618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92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504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90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354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2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6163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581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2458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888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21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907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120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116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407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416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915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724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92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836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8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24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458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5308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9825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482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2178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394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8620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3752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7332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136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80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947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077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842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6255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93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6053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6395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40416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453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028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017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7794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04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4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49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17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529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922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2735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38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6658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6369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7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08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13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652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06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651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657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003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14730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3853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552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39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65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9703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056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242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0206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816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3561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2562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304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1681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11549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61170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634176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6564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37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151114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17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42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4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264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39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680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864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761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199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995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961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8327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0356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608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0053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9654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260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3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523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091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9054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238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3227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816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8286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550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3088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952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4299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04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8205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07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685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98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124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046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176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3144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9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238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1728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1919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452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432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6694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78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4513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376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9158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107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41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18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936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2228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404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340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687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858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598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7368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832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693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989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5843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95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283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312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080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665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28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14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419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652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0236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9285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908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6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266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337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3103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68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080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666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8684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9732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053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582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6052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40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31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1324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3741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215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7739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84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404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9344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0469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519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2934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284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625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400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000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869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43855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3998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2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8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67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0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3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99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486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263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9096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47697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4251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6687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842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1035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5680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0729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068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007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578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216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3121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89716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672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459413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772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922180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15" w:color="C4C4C4"/>
                    <w:bottom w:val="none" w:sz="0" w:space="0" w:color="auto"/>
                    <w:right w:val="single" w:sz="12" w:space="15" w:color="C4C4C4"/>
                  </w:divBdr>
                  <w:divsChild>
                    <w:div w:id="7283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53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FFFFFF"/>
                            <w:left w:val="single" w:sz="6" w:space="1" w:color="FFFFFF"/>
                            <w:bottom w:val="single" w:sz="6" w:space="1" w:color="FFFFFF"/>
                            <w:right w:val="single" w:sz="6" w:space="1" w:color="FFFFFF"/>
                          </w:divBdr>
                          <w:divsChild>
                            <w:div w:id="49561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7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00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60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175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385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660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69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85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237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191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166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26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5334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4010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5445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4746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615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837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469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011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43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185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0247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31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2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257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134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87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595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20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686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866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583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63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316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4201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7689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3896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1959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839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367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8842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139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841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944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7073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086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2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002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6492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66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285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326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530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8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1796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231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897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9210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904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079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531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64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1738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484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1307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263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64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940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427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042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5759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0690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1838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41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5598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05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5153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34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2926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10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1784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839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503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128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533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4612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747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0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804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48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91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731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5357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908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9848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454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735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130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343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4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2159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86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4847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9908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78141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866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2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17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04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2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27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7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51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545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3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294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262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3523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149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315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2915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020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500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7430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116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78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0564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1496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65218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67053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516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444397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C4C4C4"/>
                                                                                                                <w:left w:val="single" w:sz="6" w:space="0" w:color="C4C4C4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single" w:sz="6" w:space="0" w:color="C4C4C4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9354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836911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C4C4C4"/>
                                                                                                                <w:left w:val="single" w:sz="6" w:space="8" w:color="C4C4C4"/>
                                                                                                                <w:bottom w:val="single" w:sz="2" w:space="8" w:color="C4C4C4"/>
                                                                                                                <w:right w:val="single" w:sz="2" w:space="8" w:color="C4C4C4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javascript:void('Italic')" TargetMode="External"/><Relationship Id="rId18" Type="http://schemas.openxmlformats.org/officeDocument/2006/relationships/hyperlink" Target="javascript:void('Insert%20Hyperlink')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javascript:void('Insert%20Table')" TargetMode="External"/><Relationship Id="rId7" Type="http://schemas.openxmlformats.org/officeDocument/2006/relationships/styles" Target="styles.xml"/><Relationship Id="rId12" Type="http://schemas.openxmlformats.org/officeDocument/2006/relationships/hyperlink" Target="javascript:void('Bold')" TargetMode="External"/><Relationship Id="rId17" Type="http://schemas.openxmlformats.org/officeDocument/2006/relationships/hyperlink" Target="javascript:void('Insert/Remove%20Numbered%20List')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javascript:void('Insert/Remove%20Bulleted%20List')" TargetMode="External"/><Relationship Id="rId20" Type="http://schemas.openxmlformats.org/officeDocument/2006/relationships/hyperlink" Target="javascript:void('Special%20Characters')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javascript:void('Superscript')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javascript:void('Insert%20Image')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javascript:void('Underline')" TargetMode="External"/><Relationship Id="rId22" Type="http://schemas.openxmlformats.org/officeDocument/2006/relationships/hyperlink" Target="javascript:void('Equation%20Editor')" TargetMode="External"/><Relationship Id="rId27" Type="http://schemas.openxmlformats.org/officeDocument/2006/relationships/header" Target="header3.xml"/><Relationship Id="rId30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45186"/>
    <w:rsid w:val="000B32AB"/>
    <w:rsid w:val="000D0DF2"/>
    <w:rsid w:val="00114D52"/>
    <w:rsid w:val="00156F73"/>
    <w:rsid w:val="001930CB"/>
    <w:rsid w:val="00267451"/>
    <w:rsid w:val="002C7A9F"/>
    <w:rsid w:val="003B39F6"/>
    <w:rsid w:val="00460AB5"/>
    <w:rsid w:val="0047073C"/>
    <w:rsid w:val="00530CA2"/>
    <w:rsid w:val="005E5E7C"/>
    <w:rsid w:val="00605F11"/>
    <w:rsid w:val="0067708E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customXml/itemProps2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17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X</vt:lpstr>
    </vt:vector>
  </TitlesOfParts>
  <Company>Microsoft</Company>
  <LinksUpToDate>false</LinksUpToDate>
  <CharactersWithSpaces>5287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Informative Essay</dc:title>
  <dc:subject>Student Guide</dc:subject>
  <dc:creator>Edgenuity</dc:creator>
  <cp:lastModifiedBy>Sarah Busby</cp:lastModifiedBy>
  <cp:revision>3</cp:revision>
  <cp:lastPrinted>2020-06-17T18:19:00Z</cp:lastPrinted>
  <dcterms:created xsi:type="dcterms:W3CDTF">2024-08-20T15:25:00Z</dcterms:created>
  <dcterms:modified xsi:type="dcterms:W3CDTF">2024-08-20T19:08:00Z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